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/>
      </w:tblPr>
      <w:tblGrid>
        <w:gridCol w:w="5103"/>
        <w:gridCol w:w="284"/>
        <w:gridCol w:w="5103"/>
      </w:tblGrid>
      <w:tr w:rsidR="003F2645" w:rsidRPr="002E70B3" w:rsidTr="003F6FA2">
        <w:trPr>
          <w:cantSplit/>
          <w:trHeight w:hRule="exact" w:val="2835"/>
        </w:trPr>
        <w:tc>
          <w:tcPr>
            <w:tcW w:w="5103" w:type="dxa"/>
          </w:tcPr>
          <w:p w:rsidR="003F2645" w:rsidRDefault="003F2645" w:rsidP="001977B5">
            <w:pPr>
              <w:ind w:left="128" w:right="128"/>
              <w:jc w:val="center"/>
              <w:rPr>
                <w:rFonts w:cs="Tahoma"/>
                <w:b/>
                <w:sz w:val="32"/>
                <w:szCs w:val="32"/>
              </w:rPr>
            </w:pPr>
            <w:r>
              <w:rPr>
                <w:noProof/>
                <w:lang w:eastAsia="zh-TW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210pt;margin-top:8.65pt;width:39pt;height:39.75pt;z-index:251649024">
                  <v:imagedata r:id="rId4" o:title=""/>
                </v:shape>
              </w:pict>
            </w:r>
            <w:r>
              <w:rPr>
                <w:noProof/>
                <w:lang w:eastAsia="zh-TW"/>
              </w:rPr>
              <w:pict>
                <v:shape id="_x0000_s1027" type="#_x0000_t75" style="position:absolute;left:0;text-align:left;margin-left:6pt;margin-top:8.65pt;width:37.5pt;height:29.25pt;z-index:251648000">
                  <v:imagedata r:id="rId5" o:title=""/>
                </v:shape>
              </w:pict>
            </w:r>
            <w:r>
              <w:rPr>
                <w:rFonts w:cs="Tahoma"/>
                <w:b/>
                <w:sz w:val="32"/>
                <w:szCs w:val="32"/>
              </w:rPr>
              <w:t xml:space="preserve">          </w:t>
            </w:r>
          </w:p>
          <w:p w:rsidR="003F2645" w:rsidRDefault="003F2645" w:rsidP="001977B5">
            <w:pPr>
              <w:ind w:left="128" w:right="128"/>
              <w:jc w:val="center"/>
              <w:rPr>
                <w:rFonts w:ascii="Sofachrome" w:hAnsi="Sofachrome"/>
                <w:b/>
              </w:rPr>
            </w:pPr>
            <w:r w:rsidRPr="00681938">
              <w:rPr>
                <w:rFonts w:cs="Tahoma"/>
                <w:b/>
                <w:sz w:val="32"/>
                <w:szCs w:val="32"/>
              </w:rPr>
              <w:t>MOTOCLUB SCHIO</w:t>
            </w:r>
          </w:p>
          <w:p w:rsidR="003F2645" w:rsidRPr="00D9211C" w:rsidRDefault="003F2645" w:rsidP="00681938">
            <w:pPr>
              <w:ind w:left="128" w:right="128"/>
              <w:rPr>
                <w:rFonts w:ascii="Sofachrome" w:hAnsi="Sofachrome"/>
                <w:b/>
                <w:sz w:val="4"/>
                <w:szCs w:val="4"/>
              </w:rPr>
            </w:pPr>
          </w:p>
          <w:p w:rsidR="003F2645" w:rsidRPr="001977B5" w:rsidRDefault="003F2645" w:rsidP="00681938">
            <w:pPr>
              <w:ind w:left="128" w:right="128"/>
              <w:jc w:val="center"/>
              <w:rPr>
                <w:rFonts w:cs="Tahoma"/>
                <w:b/>
                <w:color w:val="FF0000"/>
                <w:sz w:val="44"/>
                <w:szCs w:val="44"/>
              </w:rPr>
            </w:pPr>
            <w:r w:rsidRPr="001977B5">
              <w:rPr>
                <w:rFonts w:cs="Tahoma"/>
                <w:b/>
                <w:color w:val="FF0000"/>
                <w:sz w:val="44"/>
                <w:szCs w:val="44"/>
              </w:rPr>
              <w:t>TESSERA SOCIO</w:t>
            </w:r>
          </w:p>
          <w:p w:rsidR="003F2645" w:rsidRPr="00D9211C" w:rsidRDefault="003F2645" w:rsidP="00681938">
            <w:pPr>
              <w:ind w:left="128" w:right="128"/>
              <w:jc w:val="center"/>
              <w:rPr>
                <w:rFonts w:cs="Tahoma"/>
                <w:b/>
                <w:color w:val="0000FF"/>
                <w:sz w:val="40"/>
                <w:szCs w:val="40"/>
              </w:rPr>
            </w:pPr>
            <w:r w:rsidRPr="00D9211C">
              <w:rPr>
                <w:rFonts w:cs="Tahoma"/>
                <w:b/>
                <w:color w:val="0000FF"/>
                <w:sz w:val="40"/>
                <w:szCs w:val="40"/>
              </w:rPr>
              <w:t>${full_name</w:t>
            </w:r>
            <w:r>
              <w:rPr>
                <w:rFonts w:cs="Tahoma"/>
                <w:b/>
                <w:color w:val="0000FF"/>
                <w:sz w:val="40"/>
                <w:szCs w:val="40"/>
              </w:rPr>
              <w:t>1</w:t>
            </w:r>
            <w:r w:rsidRPr="00D9211C">
              <w:rPr>
                <w:rFonts w:cs="Tahoma"/>
                <w:b/>
                <w:color w:val="0000FF"/>
                <w:sz w:val="40"/>
                <w:szCs w:val="40"/>
              </w:rPr>
              <w:t>}</w:t>
            </w:r>
          </w:p>
          <w:p w:rsidR="003F2645" w:rsidRPr="00D9211C" w:rsidRDefault="003F2645" w:rsidP="00D9211C">
            <w:pPr>
              <w:tabs>
                <w:tab w:val="right" w:pos="4800"/>
              </w:tabs>
              <w:ind w:left="128" w:right="128"/>
              <w:jc w:val="center"/>
              <w:rPr>
                <w:sz w:val="36"/>
                <w:szCs w:val="36"/>
              </w:rPr>
            </w:pPr>
            <w:r>
              <w:rPr>
                <w:rFonts w:cs="Tahoma"/>
                <w:b/>
                <w:sz w:val="36"/>
                <w:szCs w:val="36"/>
              </w:rPr>
              <w:t>Nr. ${nr1}</w:t>
            </w:r>
            <w:r>
              <w:rPr>
                <w:rFonts w:cs="Tahoma"/>
                <w:b/>
                <w:sz w:val="36"/>
                <w:szCs w:val="36"/>
              </w:rPr>
              <w:tab/>
            </w:r>
            <w:r w:rsidRPr="00D9211C">
              <w:rPr>
                <w:rFonts w:cs="Tahoma"/>
                <w:b/>
                <w:sz w:val="36"/>
                <w:szCs w:val="36"/>
              </w:rPr>
              <w:t>${year</w:t>
            </w:r>
            <w:r>
              <w:rPr>
                <w:rFonts w:cs="Tahoma"/>
                <w:b/>
                <w:sz w:val="36"/>
                <w:szCs w:val="36"/>
              </w:rPr>
              <w:t>1</w:t>
            </w:r>
            <w:r w:rsidRPr="00D9211C">
              <w:rPr>
                <w:rFonts w:cs="Tahoma"/>
                <w:b/>
                <w:sz w:val="36"/>
                <w:szCs w:val="36"/>
              </w:rPr>
              <w:t>}</w:t>
            </w:r>
          </w:p>
        </w:tc>
        <w:tc>
          <w:tcPr>
            <w:tcW w:w="284" w:type="dxa"/>
          </w:tcPr>
          <w:p w:rsidR="003F2645" w:rsidRDefault="003F2645" w:rsidP="005236AA">
            <w:pPr>
              <w:ind w:left="128" w:right="128"/>
            </w:pPr>
          </w:p>
        </w:tc>
        <w:tc>
          <w:tcPr>
            <w:tcW w:w="5103" w:type="dxa"/>
            <w:vAlign w:val="center"/>
          </w:tcPr>
          <w:p w:rsidR="003F2645" w:rsidRDefault="003F2645" w:rsidP="00D9211C">
            <w:pPr>
              <w:ind w:left="128" w:right="128"/>
              <w:jc w:val="center"/>
              <w:rPr>
                <w:rFonts w:cs="Tahoma"/>
                <w:b/>
                <w:sz w:val="32"/>
                <w:szCs w:val="32"/>
              </w:rPr>
            </w:pPr>
            <w:r>
              <w:rPr>
                <w:noProof/>
                <w:lang w:eastAsia="zh-TW"/>
              </w:rPr>
              <w:pict>
                <v:shape id="_x0000_s1028" type="#_x0000_t75" style="position:absolute;left:0;text-align:left;margin-left:210pt;margin-top:8.65pt;width:39pt;height:39.75pt;z-index:251651072;mso-position-horizontal-relative:text;mso-position-vertical-relative:text">
                  <v:imagedata r:id="rId4" o:title=""/>
                </v:shape>
              </w:pict>
            </w:r>
            <w:r>
              <w:rPr>
                <w:noProof/>
                <w:lang w:eastAsia="zh-TW"/>
              </w:rPr>
              <w:pict>
                <v:shape id="_x0000_s1029" type="#_x0000_t75" style="position:absolute;left:0;text-align:left;margin-left:6pt;margin-top:8.65pt;width:37.5pt;height:29.25pt;z-index:251650048;mso-position-horizontal-relative:text;mso-position-vertical-relative:text">
                  <v:imagedata r:id="rId5" o:title=""/>
                </v:shape>
              </w:pict>
            </w:r>
            <w:r>
              <w:rPr>
                <w:rFonts w:cs="Tahoma"/>
                <w:b/>
                <w:sz w:val="32"/>
                <w:szCs w:val="32"/>
              </w:rPr>
              <w:t xml:space="preserve">          </w:t>
            </w:r>
          </w:p>
          <w:p w:rsidR="003F2645" w:rsidRDefault="003F2645" w:rsidP="00D9211C">
            <w:pPr>
              <w:ind w:left="128" w:right="128"/>
              <w:jc w:val="center"/>
              <w:rPr>
                <w:rFonts w:ascii="Sofachrome" w:hAnsi="Sofachrome"/>
                <w:b/>
              </w:rPr>
            </w:pPr>
            <w:r w:rsidRPr="00681938">
              <w:rPr>
                <w:rFonts w:cs="Tahoma"/>
                <w:b/>
                <w:sz w:val="32"/>
                <w:szCs w:val="32"/>
              </w:rPr>
              <w:t>MOTOCLUB SCHIO</w:t>
            </w:r>
          </w:p>
          <w:p w:rsidR="003F2645" w:rsidRPr="00D9211C" w:rsidRDefault="003F2645" w:rsidP="00D9211C">
            <w:pPr>
              <w:ind w:left="128" w:right="128"/>
              <w:rPr>
                <w:rFonts w:ascii="Sofachrome" w:hAnsi="Sofachrome"/>
                <w:b/>
                <w:sz w:val="4"/>
                <w:szCs w:val="4"/>
              </w:rPr>
            </w:pPr>
          </w:p>
          <w:p w:rsidR="003F2645" w:rsidRPr="001977B5" w:rsidRDefault="003F2645" w:rsidP="00D9211C">
            <w:pPr>
              <w:ind w:left="128" w:right="128"/>
              <w:jc w:val="center"/>
              <w:rPr>
                <w:rFonts w:cs="Tahoma"/>
                <w:b/>
                <w:color w:val="FF0000"/>
                <w:sz w:val="44"/>
                <w:szCs w:val="44"/>
              </w:rPr>
            </w:pPr>
            <w:r w:rsidRPr="001977B5">
              <w:rPr>
                <w:rFonts w:cs="Tahoma"/>
                <w:b/>
                <w:color w:val="FF0000"/>
                <w:sz w:val="44"/>
                <w:szCs w:val="44"/>
              </w:rPr>
              <w:t>TESSERA SOCIO</w:t>
            </w:r>
          </w:p>
          <w:p w:rsidR="003F2645" w:rsidRPr="002E70B3" w:rsidRDefault="003F2645" w:rsidP="00D9211C">
            <w:pPr>
              <w:ind w:left="128" w:right="128"/>
              <w:jc w:val="center"/>
              <w:rPr>
                <w:rFonts w:cs="Tahoma"/>
                <w:b/>
                <w:color w:val="0000FF"/>
                <w:sz w:val="40"/>
                <w:szCs w:val="40"/>
                <w:lang w:val="en-US"/>
              </w:rPr>
            </w:pPr>
            <w:r w:rsidRPr="002E70B3">
              <w:rPr>
                <w:rFonts w:cs="Tahoma"/>
                <w:b/>
                <w:color w:val="0000FF"/>
                <w:sz w:val="40"/>
                <w:szCs w:val="40"/>
                <w:lang w:val="en-US"/>
              </w:rPr>
              <w:t>${full_name2}</w:t>
            </w:r>
          </w:p>
          <w:p w:rsidR="003F2645" w:rsidRPr="002E70B3" w:rsidRDefault="003F2645" w:rsidP="00D9211C">
            <w:pPr>
              <w:tabs>
                <w:tab w:val="right" w:pos="4813"/>
              </w:tabs>
              <w:ind w:left="128" w:right="128"/>
              <w:rPr>
                <w:lang w:val="en-US"/>
              </w:rPr>
            </w:pPr>
            <w:r w:rsidRPr="002E70B3">
              <w:rPr>
                <w:rFonts w:cs="Tahoma"/>
                <w:b/>
                <w:sz w:val="36"/>
                <w:szCs w:val="36"/>
                <w:lang w:val="en-US"/>
              </w:rPr>
              <w:t>Nr. ${nr2}</w:t>
            </w:r>
            <w:r w:rsidRPr="002E70B3">
              <w:rPr>
                <w:rFonts w:cs="Tahoma"/>
                <w:b/>
                <w:sz w:val="36"/>
                <w:szCs w:val="36"/>
                <w:lang w:val="en-US"/>
              </w:rPr>
              <w:tab/>
              <w:t>${year</w:t>
            </w:r>
            <w:r>
              <w:rPr>
                <w:rFonts w:cs="Tahoma"/>
                <w:b/>
                <w:sz w:val="36"/>
                <w:szCs w:val="36"/>
                <w:lang w:val="en-US"/>
              </w:rPr>
              <w:t>2</w:t>
            </w:r>
            <w:r w:rsidRPr="002E70B3">
              <w:rPr>
                <w:rFonts w:cs="Tahoma"/>
                <w:b/>
                <w:sz w:val="36"/>
                <w:szCs w:val="36"/>
                <w:lang w:val="en-US"/>
              </w:rPr>
              <w:t>}</w:t>
            </w:r>
          </w:p>
        </w:tc>
      </w:tr>
      <w:tr w:rsidR="003F2645" w:rsidRPr="002E70B3" w:rsidTr="006925F8">
        <w:trPr>
          <w:cantSplit/>
          <w:trHeight w:hRule="exact" w:val="2835"/>
        </w:trPr>
        <w:tc>
          <w:tcPr>
            <w:tcW w:w="5103" w:type="dxa"/>
          </w:tcPr>
          <w:p w:rsidR="003F2645" w:rsidRPr="002E70B3" w:rsidRDefault="003F2645" w:rsidP="006925F8">
            <w:pPr>
              <w:ind w:left="128" w:right="128"/>
              <w:jc w:val="center"/>
              <w:rPr>
                <w:rFonts w:cs="Tahoma"/>
                <w:b/>
                <w:sz w:val="32"/>
                <w:szCs w:val="32"/>
                <w:lang w:val="en-US"/>
              </w:rPr>
            </w:pPr>
            <w:r>
              <w:rPr>
                <w:noProof/>
                <w:lang w:eastAsia="zh-TW"/>
              </w:rPr>
              <w:pict>
                <v:shape id="_x0000_s1030" type="#_x0000_t75" style="position:absolute;left:0;text-align:left;margin-left:210pt;margin-top:8.65pt;width:39pt;height:39.75pt;z-index:251653120;mso-position-horizontal-relative:text;mso-position-vertical-relative:text">
                  <v:imagedata r:id="rId4" o:title=""/>
                </v:shape>
              </w:pict>
            </w:r>
            <w:r>
              <w:rPr>
                <w:noProof/>
                <w:lang w:eastAsia="zh-TW"/>
              </w:rPr>
              <w:pict>
                <v:shape id="_x0000_s1031" type="#_x0000_t75" style="position:absolute;left:0;text-align:left;margin-left:6pt;margin-top:8.65pt;width:37.5pt;height:29.25pt;z-index:251652096;mso-position-horizontal-relative:text;mso-position-vertical-relative:text">
                  <v:imagedata r:id="rId5" o:title=""/>
                </v:shape>
              </w:pict>
            </w:r>
            <w:r w:rsidRPr="002E70B3">
              <w:rPr>
                <w:rFonts w:cs="Tahoma"/>
                <w:b/>
                <w:sz w:val="32"/>
                <w:szCs w:val="32"/>
                <w:lang w:val="en-US"/>
              </w:rPr>
              <w:t xml:space="preserve">          </w:t>
            </w:r>
          </w:p>
          <w:p w:rsidR="003F2645" w:rsidRDefault="003F2645" w:rsidP="006925F8">
            <w:pPr>
              <w:ind w:left="128" w:right="128"/>
              <w:jc w:val="center"/>
              <w:rPr>
                <w:rFonts w:ascii="Sofachrome" w:hAnsi="Sofachrome"/>
                <w:b/>
              </w:rPr>
            </w:pPr>
            <w:r w:rsidRPr="00681938">
              <w:rPr>
                <w:rFonts w:cs="Tahoma"/>
                <w:b/>
                <w:sz w:val="32"/>
                <w:szCs w:val="32"/>
              </w:rPr>
              <w:t>MOTOCLUB SCHIO</w:t>
            </w:r>
          </w:p>
          <w:p w:rsidR="003F2645" w:rsidRPr="00D9211C" w:rsidRDefault="003F2645" w:rsidP="006925F8">
            <w:pPr>
              <w:ind w:left="128" w:right="128"/>
              <w:rPr>
                <w:rFonts w:ascii="Sofachrome" w:hAnsi="Sofachrome"/>
                <w:b/>
                <w:sz w:val="4"/>
                <w:szCs w:val="4"/>
              </w:rPr>
            </w:pPr>
          </w:p>
          <w:p w:rsidR="003F2645" w:rsidRPr="001977B5" w:rsidRDefault="003F2645" w:rsidP="006925F8">
            <w:pPr>
              <w:ind w:left="128" w:right="128"/>
              <w:jc w:val="center"/>
              <w:rPr>
                <w:rFonts w:cs="Tahoma"/>
                <w:b/>
                <w:color w:val="FF0000"/>
                <w:sz w:val="44"/>
                <w:szCs w:val="44"/>
              </w:rPr>
            </w:pPr>
            <w:r w:rsidRPr="001977B5">
              <w:rPr>
                <w:rFonts w:cs="Tahoma"/>
                <w:b/>
                <w:color w:val="FF0000"/>
                <w:sz w:val="44"/>
                <w:szCs w:val="44"/>
              </w:rPr>
              <w:t>TESSERA SOCIO</w:t>
            </w:r>
          </w:p>
          <w:p w:rsidR="003F2645" w:rsidRPr="002E70B3" w:rsidRDefault="003F2645" w:rsidP="006925F8">
            <w:pPr>
              <w:ind w:left="128" w:right="128"/>
              <w:jc w:val="center"/>
              <w:rPr>
                <w:rFonts w:cs="Tahoma"/>
                <w:b/>
                <w:color w:val="0000FF"/>
                <w:sz w:val="40"/>
                <w:szCs w:val="40"/>
                <w:lang w:val="en-US"/>
              </w:rPr>
            </w:pPr>
            <w:r w:rsidRPr="002E70B3">
              <w:rPr>
                <w:rFonts w:cs="Tahoma"/>
                <w:b/>
                <w:color w:val="0000FF"/>
                <w:sz w:val="40"/>
                <w:szCs w:val="40"/>
                <w:lang w:val="en-US"/>
              </w:rPr>
              <w:t>${full_name3}</w:t>
            </w:r>
          </w:p>
          <w:p w:rsidR="003F2645" w:rsidRPr="002E70B3" w:rsidRDefault="003F2645" w:rsidP="006925F8">
            <w:pPr>
              <w:tabs>
                <w:tab w:val="right" w:pos="4800"/>
              </w:tabs>
              <w:ind w:left="128" w:right="128"/>
              <w:jc w:val="center"/>
              <w:rPr>
                <w:sz w:val="36"/>
                <w:szCs w:val="36"/>
                <w:lang w:val="en-US"/>
              </w:rPr>
            </w:pPr>
            <w:r w:rsidRPr="002E70B3">
              <w:rPr>
                <w:rFonts w:cs="Tahoma"/>
                <w:b/>
                <w:sz w:val="36"/>
                <w:szCs w:val="36"/>
                <w:lang w:val="en-US"/>
              </w:rPr>
              <w:t>Nr. ${nr3}</w:t>
            </w:r>
            <w:r w:rsidRPr="002E70B3">
              <w:rPr>
                <w:rFonts w:cs="Tahoma"/>
                <w:b/>
                <w:sz w:val="36"/>
                <w:szCs w:val="36"/>
                <w:lang w:val="en-US"/>
              </w:rPr>
              <w:tab/>
              <w:t>${year</w:t>
            </w:r>
            <w:r>
              <w:rPr>
                <w:rFonts w:cs="Tahoma"/>
                <w:b/>
                <w:sz w:val="36"/>
                <w:szCs w:val="36"/>
                <w:lang w:val="en-US"/>
              </w:rPr>
              <w:t>3</w:t>
            </w:r>
            <w:r w:rsidRPr="002E70B3">
              <w:rPr>
                <w:rFonts w:cs="Tahoma"/>
                <w:b/>
                <w:sz w:val="36"/>
                <w:szCs w:val="36"/>
                <w:lang w:val="en-US"/>
              </w:rPr>
              <w:t>}</w:t>
            </w:r>
          </w:p>
        </w:tc>
        <w:tc>
          <w:tcPr>
            <w:tcW w:w="284" w:type="dxa"/>
          </w:tcPr>
          <w:p w:rsidR="003F2645" w:rsidRPr="002E70B3" w:rsidRDefault="003F2645" w:rsidP="006925F8">
            <w:pPr>
              <w:ind w:left="128" w:right="128"/>
              <w:rPr>
                <w:lang w:val="en-US"/>
              </w:rPr>
            </w:pPr>
          </w:p>
        </w:tc>
        <w:tc>
          <w:tcPr>
            <w:tcW w:w="5103" w:type="dxa"/>
            <w:vAlign w:val="center"/>
          </w:tcPr>
          <w:p w:rsidR="003F2645" w:rsidRPr="002E70B3" w:rsidRDefault="003F2645" w:rsidP="006925F8">
            <w:pPr>
              <w:ind w:left="128" w:right="128"/>
              <w:jc w:val="center"/>
              <w:rPr>
                <w:rFonts w:cs="Tahoma"/>
                <w:b/>
                <w:sz w:val="32"/>
                <w:szCs w:val="32"/>
                <w:lang w:val="en-US"/>
              </w:rPr>
            </w:pPr>
            <w:r>
              <w:rPr>
                <w:noProof/>
                <w:lang w:eastAsia="zh-TW"/>
              </w:rPr>
              <w:pict>
                <v:shape id="_x0000_s1032" type="#_x0000_t75" style="position:absolute;left:0;text-align:left;margin-left:210pt;margin-top:8.65pt;width:39pt;height:39.75pt;z-index:251655168;mso-position-horizontal-relative:text;mso-position-vertical-relative:text">
                  <v:imagedata r:id="rId4" o:title=""/>
                </v:shape>
              </w:pict>
            </w:r>
            <w:r>
              <w:rPr>
                <w:noProof/>
                <w:lang w:eastAsia="zh-TW"/>
              </w:rPr>
              <w:pict>
                <v:shape id="_x0000_s1033" type="#_x0000_t75" style="position:absolute;left:0;text-align:left;margin-left:6pt;margin-top:8.65pt;width:37.5pt;height:29.25pt;z-index:251654144;mso-position-horizontal-relative:text;mso-position-vertical-relative:text">
                  <v:imagedata r:id="rId5" o:title=""/>
                </v:shape>
              </w:pict>
            </w:r>
            <w:r w:rsidRPr="002E70B3">
              <w:rPr>
                <w:rFonts w:cs="Tahoma"/>
                <w:b/>
                <w:sz w:val="32"/>
                <w:szCs w:val="32"/>
                <w:lang w:val="en-US"/>
              </w:rPr>
              <w:t xml:space="preserve">          </w:t>
            </w:r>
          </w:p>
          <w:p w:rsidR="003F2645" w:rsidRDefault="003F2645" w:rsidP="006925F8">
            <w:pPr>
              <w:ind w:left="128" w:right="128"/>
              <w:jc w:val="center"/>
              <w:rPr>
                <w:rFonts w:ascii="Sofachrome" w:hAnsi="Sofachrome"/>
                <w:b/>
              </w:rPr>
            </w:pPr>
            <w:r w:rsidRPr="00681938">
              <w:rPr>
                <w:rFonts w:cs="Tahoma"/>
                <w:b/>
                <w:sz w:val="32"/>
                <w:szCs w:val="32"/>
              </w:rPr>
              <w:t>MOTOCLUB SCHIO</w:t>
            </w:r>
          </w:p>
          <w:p w:rsidR="003F2645" w:rsidRPr="00D9211C" w:rsidRDefault="003F2645" w:rsidP="006925F8">
            <w:pPr>
              <w:ind w:left="128" w:right="128"/>
              <w:rPr>
                <w:rFonts w:ascii="Sofachrome" w:hAnsi="Sofachrome"/>
                <w:b/>
                <w:sz w:val="4"/>
                <w:szCs w:val="4"/>
              </w:rPr>
            </w:pPr>
          </w:p>
          <w:p w:rsidR="003F2645" w:rsidRPr="001977B5" w:rsidRDefault="003F2645" w:rsidP="006925F8">
            <w:pPr>
              <w:ind w:left="128" w:right="128"/>
              <w:jc w:val="center"/>
              <w:rPr>
                <w:rFonts w:cs="Tahoma"/>
                <w:b/>
                <w:color w:val="FF0000"/>
                <w:sz w:val="44"/>
                <w:szCs w:val="44"/>
              </w:rPr>
            </w:pPr>
            <w:r w:rsidRPr="001977B5">
              <w:rPr>
                <w:rFonts w:cs="Tahoma"/>
                <w:b/>
                <w:color w:val="FF0000"/>
                <w:sz w:val="44"/>
                <w:szCs w:val="44"/>
              </w:rPr>
              <w:t>TESSERA SOCIO</w:t>
            </w:r>
          </w:p>
          <w:p w:rsidR="003F2645" w:rsidRPr="002E70B3" w:rsidRDefault="003F2645" w:rsidP="006925F8">
            <w:pPr>
              <w:ind w:left="128" w:right="128"/>
              <w:jc w:val="center"/>
              <w:rPr>
                <w:rFonts w:cs="Tahoma"/>
                <w:b/>
                <w:color w:val="0000FF"/>
                <w:sz w:val="40"/>
                <w:szCs w:val="40"/>
                <w:lang w:val="en-US"/>
              </w:rPr>
            </w:pPr>
            <w:r w:rsidRPr="002E70B3">
              <w:rPr>
                <w:rFonts w:cs="Tahoma"/>
                <w:b/>
                <w:color w:val="0000FF"/>
                <w:sz w:val="40"/>
                <w:szCs w:val="40"/>
                <w:lang w:val="en-US"/>
              </w:rPr>
              <w:t>${full_name4}</w:t>
            </w:r>
          </w:p>
          <w:p w:rsidR="003F2645" w:rsidRPr="002E70B3" w:rsidRDefault="003F2645" w:rsidP="006925F8">
            <w:pPr>
              <w:tabs>
                <w:tab w:val="right" w:pos="4813"/>
              </w:tabs>
              <w:ind w:left="128" w:right="128"/>
              <w:rPr>
                <w:lang w:val="en-US"/>
              </w:rPr>
            </w:pPr>
            <w:r w:rsidRPr="002E70B3">
              <w:rPr>
                <w:rFonts w:cs="Tahoma"/>
                <w:b/>
                <w:sz w:val="36"/>
                <w:szCs w:val="36"/>
                <w:lang w:val="en-US"/>
              </w:rPr>
              <w:t>Nr. ${nr4}</w:t>
            </w:r>
            <w:r w:rsidRPr="002E70B3">
              <w:rPr>
                <w:rFonts w:cs="Tahoma"/>
                <w:b/>
                <w:sz w:val="36"/>
                <w:szCs w:val="36"/>
                <w:lang w:val="en-US"/>
              </w:rPr>
              <w:tab/>
              <w:t>${year</w:t>
            </w:r>
            <w:r>
              <w:rPr>
                <w:rFonts w:cs="Tahoma"/>
                <w:b/>
                <w:sz w:val="36"/>
                <w:szCs w:val="36"/>
                <w:lang w:val="en-US"/>
              </w:rPr>
              <w:t>4</w:t>
            </w:r>
            <w:r w:rsidRPr="002E70B3">
              <w:rPr>
                <w:rFonts w:cs="Tahoma"/>
                <w:b/>
                <w:sz w:val="36"/>
                <w:szCs w:val="36"/>
                <w:lang w:val="en-US"/>
              </w:rPr>
              <w:t>}</w:t>
            </w:r>
          </w:p>
        </w:tc>
      </w:tr>
      <w:tr w:rsidR="003F2645" w:rsidRPr="002E70B3" w:rsidTr="006925F8">
        <w:trPr>
          <w:cantSplit/>
          <w:trHeight w:hRule="exact" w:val="2835"/>
        </w:trPr>
        <w:tc>
          <w:tcPr>
            <w:tcW w:w="5103" w:type="dxa"/>
          </w:tcPr>
          <w:p w:rsidR="003F2645" w:rsidRPr="002E70B3" w:rsidRDefault="003F2645" w:rsidP="006925F8">
            <w:pPr>
              <w:ind w:left="128" w:right="128"/>
              <w:jc w:val="center"/>
              <w:rPr>
                <w:rFonts w:cs="Tahoma"/>
                <w:b/>
                <w:sz w:val="32"/>
                <w:szCs w:val="32"/>
                <w:lang w:val="en-US"/>
              </w:rPr>
            </w:pPr>
            <w:r>
              <w:rPr>
                <w:noProof/>
                <w:lang w:eastAsia="zh-TW"/>
              </w:rPr>
              <w:pict>
                <v:shape id="_x0000_s1034" type="#_x0000_t75" style="position:absolute;left:0;text-align:left;margin-left:210pt;margin-top:8.65pt;width:39pt;height:39.75pt;z-index:251657216;mso-position-horizontal-relative:text;mso-position-vertical-relative:text">
                  <v:imagedata r:id="rId4" o:title=""/>
                </v:shape>
              </w:pict>
            </w:r>
            <w:r>
              <w:rPr>
                <w:noProof/>
                <w:lang w:eastAsia="zh-TW"/>
              </w:rPr>
              <w:pict>
                <v:shape id="_x0000_s1035" type="#_x0000_t75" style="position:absolute;left:0;text-align:left;margin-left:6pt;margin-top:8.65pt;width:37.5pt;height:29.25pt;z-index:251656192;mso-position-horizontal-relative:text;mso-position-vertical-relative:text">
                  <v:imagedata r:id="rId5" o:title=""/>
                </v:shape>
              </w:pict>
            </w:r>
            <w:r w:rsidRPr="002E70B3">
              <w:rPr>
                <w:rFonts w:cs="Tahoma"/>
                <w:b/>
                <w:sz w:val="32"/>
                <w:szCs w:val="32"/>
                <w:lang w:val="en-US"/>
              </w:rPr>
              <w:t xml:space="preserve">          </w:t>
            </w:r>
          </w:p>
          <w:p w:rsidR="003F2645" w:rsidRDefault="003F2645" w:rsidP="006925F8">
            <w:pPr>
              <w:ind w:left="128" w:right="128"/>
              <w:jc w:val="center"/>
              <w:rPr>
                <w:rFonts w:ascii="Sofachrome" w:hAnsi="Sofachrome"/>
                <w:b/>
              </w:rPr>
            </w:pPr>
            <w:r w:rsidRPr="00681938">
              <w:rPr>
                <w:rFonts w:cs="Tahoma"/>
                <w:b/>
                <w:sz w:val="32"/>
                <w:szCs w:val="32"/>
              </w:rPr>
              <w:t>MOTOCLUB SCHIO</w:t>
            </w:r>
          </w:p>
          <w:p w:rsidR="003F2645" w:rsidRPr="00D9211C" w:rsidRDefault="003F2645" w:rsidP="006925F8">
            <w:pPr>
              <w:ind w:left="128" w:right="128"/>
              <w:rPr>
                <w:rFonts w:ascii="Sofachrome" w:hAnsi="Sofachrome"/>
                <w:b/>
                <w:sz w:val="4"/>
                <w:szCs w:val="4"/>
              </w:rPr>
            </w:pPr>
          </w:p>
          <w:p w:rsidR="003F2645" w:rsidRPr="001977B5" w:rsidRDefault="003F2645" w:rsidP="006925F8">
            <w:pPr>
              <w:ind w:left="128" w:right="128"/>
              <w:jc w:val="center"/>
              <w:rPr>
                <w:rFonts w:cs="Tahoma"/>
                <w:b/>
                <w:color w:val="FF0000"/>
                <w:sz w:val="44"/>
                <w:szCs w:val="44"/>
              </w:rPr>
            </w:pPr>
            <w:r w:rsidRPr="001977B5">
              <w:rPr>
                <w:rFonts w:cs="Tahoma"/>
                <w:b/>
                <w:color w:val="FF0000"/>
                <w:sz w:val="44"/>
                <w:szCs w:val="44"/>
              </w:rPr>
              <w:t>TESSERA SOCIO</w:t>
            </w:r>
          </w:p>
          <w:p w:rsidR="003F2645" w:rsidRPr="002E70B3" w:rsidRDefault="003F2645" w:rsidP="006925F8">
            <w:pPr>
              <w:ind w:left="128" w:right="128"/>
              <w:jc w:val="center"/>
              <w:rPr>
                <w:rFonts w:cs="Tahoma"/>
                <w:b/>
                <w:color w:val="0000FF"/>
                <w:sz w:val="40"/>
                <w:szCs w:val="40"/>
                <w:lang w:val="en-US"/>
              </w:rPr>
            </w:pPr>
            <w:r w:rsidRPr="002E70B3">
              <w:rPr>
                <w:rFonts w:cs="Tahoma"/>
                <w:b/>
                <w:color w:val="0000FF"/>
                <w:sz w:val="40"/>
                <w:szCs w:val="40"/>
                <w:lang w:val="en-US"/>
              </w:rPr>
              <w:t>${full_name5}</w:t>
            </w:r>
          </w:p>
          <w:p w:rsidR="003F2645" w:rsidRPr="002E70B3" w:rsidRDefault="003F2645" w:rsidP="006925F8">
            <w:pPr>
              <w:tabs>
                <w:tab w:val="right" w:pos="4800"/>
              </w:tabs>
              <w:ind w:left="128" w:right="128"/>
              <w:jc w:val="center"/>
              <w:rPr>
                <w:sz w:val="36"/>
                <w:szCs w:val="36"/>
                <w:lang w:val="en-US"/>
              </w:rPr>
            </w:pPr>
            <w:r w:rsidRPr="002E70B3">
              <w:rPr>
                <w:rFonts w:cs="Tahoma"/>
                <w:b/>
                <w:sz w:val="36"/>
                <w:szCs w:val="36"/>
                <w:lang w:val="en-US"/>
              </w:rPr>
              <w:t>Nr. ${nr5}</w:t>
            </w:r>
            <w:r w:rsidRPr="002E70B3">
              <w:rPr>
                <w:rFonts w:cs="Tahoma"/>
                <w:b/>
                <w:sz w:val="36"/>
                <w:szCs w:val="36"/>
                <w:lang w:val="en-US"/>
              </w:rPr>
              <w:tab/>
              <w:t>${year</w:t>
            </w:r>
            <w:r>
              <w:rPr>
                <w:rFonts w:cs="Tahoma"/>
                <w:b/>
                <w:sz w:val="36"/>
                <w:szCs w:val="36"/>
                <w:lang w:val="en-US"/>
              </w:rPr>
              <w:t>5</w:t>
            </w:r>
            <w:r w:rsidRPr="002E70B3">
              <w:rPr>
                <w:rFonts w:cs="Tahoma"/>
                <w:b/>
                <w:sz w:val="36"/>
                <w:szCs w:val="36"/>
                <w:lang w:val="en-US"/>
              </w:rPr>
              <w:t>}</w:t>
            </w:r>
          </w:p>
        </w:tc>
        <w:tc>
          <w:tcPr>
            <w:tcW w:w="284" w:type="dxa"/>
          </w:tcPr>
          <w:p w:rsidR="003F2645" w:rsidRPr="002E70B3" w:rsidRDefault="003F2645" w:rsidP="006925F8">
            <w:pPr>
              <w:ind w:left="128" w:right="128"/>
              <w:rPr>
                <w:lang w:val="en-US"/>
              </w:rPr>
            </w:pPr>
          </w:p>
        </w:tc>
        <w:tc>
          <w:tcPr>
            <w:tcW w:w="5103" w:type="dxa"/>
            <w:vAlign w:val="center"/>
          </w:tcPr>
          <w:p w:rsidR="003F2645" w:rsidRPr="002E70B3" w:rsidRDefault="003F2645" w:rsidP="006925F8">
            <w:pPr>
              <w:ind w:left="128" w:right="128"/>
              <w:jc w:val="center"/>
              <w:rPr>
                <w:rFonts w:cs="Tahoma"/>
                <w:b/>
                <w:sz w:val="32"/>
                <w:szCs w:val="32"/>
                <w:lang w:val="en-US"/>
              </w:rPr>
            </w:pPr>
            <w:r>
              <w:rPr>
                <w:noProof/>
                <w:lang w:eastAsia="zh-TW"/>
              </w:rPr>
              <w:pict>
                <v:shape id="_x0000_s1036" type="#_x0000_t75" style="position:absolute;left:0;text-align:left;margin-left:210pt;margin-top:8.65pt;width:39pt;height:39.75pt;z-index:251659264;mso-position-horizontal-relative:text;mso-position-vertical-relative:text">
                  <v:imagedata r:id="rId4" o:title=""/>
                </v:shape>
              </w:pict>
            </w:r>
            <w:r>
              <w:rPr>
                <w:noProof/>
                <w:lang w:eastAsia="zh-TW"/>
              </w:rPr>
              <w:pict>
                <v:shape id="_x0000_s1037" type="#_x0000_t75" style="position:absolute;left:0;text-align:left;margin-left:6pt;margin-top:8.65pt;width:37.5pt;height:29.25pt;z-index:251658240;mso-position-horizontal-relative:text;mso-position-vertical-relative:text">
                  <v:imagedata r:id="rId5" o:title=""/>
                </v:shape>
              </w:pict>
            </w:r>
            <w:r w:rsidRPr="002E70B3">
              <w:rPr>
                <w:rFonts w:cs="Tahoma"/>
                <w:b/>
                <w:sz w:val="32"/>
                <w:szCs w:val="32"/>
                <w:lang w:val="en-US"/>
              </w:rPr>
              <w:t xml:space="preserve">          </w:t>
            </w:r>
          </w:p>
          <w:p w:rsidR="003F2645" w:rsidRDefault="003F2645" w:rsidP="006925F8">
            <w:pPr>
              <w:ind w:left="128" w:right="128"/>
              <w:jc w:val="center"/>
              <w:rPr>
                <w:rFonts w:ascii="Sofachrome" w:hAnsi="Sofachrome"/>
                <w:b/>
              </w:rPr>
            </w:pPr>
            <w:r w:rsidRPr="00681938">
              <w:rPr>
                <w:rFonts w:cs="Tahoma"/>
                <w:b/>
                <w:sz w:val="32"/>
                <w:szCs w:val="32"/>
              </w:rPr>
              <w:t>MOTOCLUB SCHIO</w:t>
            </w:r>
          </w:p>
          <w:p w:rsidR="003F2645" w:rsidRPr="00D9211C" w:rsidRDefault="003F2645" w:rsidP="006925F8">
            <w:pPr>
              <w:ind w:left="128" w:right="128"/>
              <w:rPr>
                <w:rFonts w:ascii="Sofachrome" w:hAnsi="Sofachrome"/>
                <w:b/>
                <w:sz w:val="4"/>
                <w:szCs w:val="4"/>
              </w:rPr>
            </w:pPr>
          </w:p>
          <w:p w:rsidR="003F2645" w:rsidRPr="001977B5" w:rsidRDefault="003F2645" w:rsidP="006925F8">
            <w:pPr>
              <w:ind w:left="128" w:right="128"/>
              <w:jc w:val="center"/>
              <w:rPr>
                <w:rFonts w:cs="Tahoma"/>
                <w:b/>
                <w:color w:val="FF0000"/>
                <w:sz w:val="44"/>
                <w:szCs w:val="44"/>
              </w:rPr>
            </w:pPr>
            <w:r w:rsidRPr="001977B5">
              <w:rPr>
                <w:rFonts w:cs="Tahoma"/>
                <w:b/>
                <w:color w:val="FF0000"/>
                <w:sz w:val="44"/>
                <w:szCs w:val="44"/>
              </w:rPr>
              <w:t>TESSERA SOCIO</w:t>
            </w:r>
          </w:p>
          <w:p w:rsidR="003F2645" w:rsidRPr="002E70B3" w:rsidRDefault="003F2645" w:rsidP="006925F8">
            <w:pPr>
              <w:ind w:left="128" w:right="128"/>
              <w:jc w:val="center"/>
              <w:rPr>
                <w:rFonts w:cs="Tahoma"/>
                <w:b/>
                <w:color w:val="0000FF"/>
                <w:sz w:val="40"/>
                <w:szCs w:val="40"/>
                <w:lang w:val="en-US"/>
              </w:rPr>
            </w:pPr>
            <w:r w:rsidRPr="002E70B3">
              <w:rPr>
                <w:rFonts w:cs="Tahoma"/>
                <w:b/>
                <w:color w:val="0000FF"/>
                <w:sz w:val="40"/>
                <w:szCs w:val="40"/>
                <w:lang w:val="en-US"/>
              </w:rPr>
              <w:t>${full_name6}</w:t>
            </w:r>
          </w:p>
          <w:p w:rsidR="003F2645" w:rsidRPr="002E70B3" w:rsidRDefault="003F2645" w:rsidP="006925F8">
            <w:pPr>
              <w:tabs>
                <w:tab w:val="right" w:pos="4813"/>
              </w:tabs>
              <w:ind w:left="128" w:right="128"/>
              <w:rPr>
                <w:lang w:val="en-US"/>
              </w:rPr>
            </w:pPr>
            <w:r w:rsidRPr="002E70B3">
              <w:rPr>
                <w:rFonts w:cs="Tahoma"/>
                <w:b/>
                <w:sz w:val="36"/>
                <w:szCs w:val="36"/>
                <w:lang w:val="en-US"/>
              </w:rPr>
              <w:t>Nr. ${nr6}</w:t>
            </w:r>
            <w:r w:rsidRPr="002E70B3">
              <w:rPr>
                <w:rFonts w:cs="Tahoma"/>
                <w:b/>
                <w:sz w:val="36"/>
                <w:szCs w:val="36"/>
                <w:lang w:val="en-US"/>
              </w:rPr>
              <w:tab/>
              <w:t>${year6}</w:t>
            </w:r>
          </w:p>
        </w:tc>
      </w:tr>
      <w:tr w:rsidR="003F2645" w:rsidTr="006925F8">
        <w:trPr>
          <w:cantSplit/>
          <w:trHeight w:hRule="exact" w:val="2835"/>
        </w:trPr>
        <w:tc>
          <w:tcPr>
            <w:tcW w:w="5103" w:type="dxa"/>
          </w:tcPr>
          <w:p w:rsidR="003F2645" w:rsidRPr="002E70B3" w:rsidRDefault="003F2645" w:rsidP="006925F8">
            <w:pPr>
              <w:ind w:left="128" w:right="128"/>
              <w:jc w:val="center"/>
              <w:rPr>
                <w:rFonts w:cs="Tahoma"/>
                <w:b/>
                <w:sz w:val="32"/>
                <w:szCs w:val="32"/>
                <w:lang w:val="en-US"/>
              </w:rPr>
            </w:pPr>
            <w:r>
              <w:rPr>
                <w:noProof/>
                <w:lang w:eastAsia="zh-TW"/>
              </w:rPr>
              <w:pict>
                <v:shape id="_x0000_s1038" type="#_x0000_t75" style="position:absolute;left:0;text-align:left;margin-left:210pt;margin-top:8.65pt;width:39pt;height:39.75pt;z-index:251661312;mso-position-horizontal-relative:text;mso-position-vertical-relative:text">
                  <v:imagedata r:id="rId4" o:title=""/>
                </v:shape>
              </w:pict>
            </w:r>
            <w:r>
              <w:rPr>
                <w:noProof/>
                <w:lang w:eastAsia="zh-TW"/>
              </w:rPr>
              <w:pict>
                <v:shape id="_x0000_s1039" type="#_x0000_t75" style="position:absolute;left:0;text-align:left;margin-left:6pt;margin-top:8.65pt;width:37.5pt;height:29.25pt;z-index:251660288;mso-position-horizontal-relative:text;mso-position-vertical-relative:text">
                  <v:imagedata r:id="rId5" o:title=""/>
                </v:shape>
              </w:pict>
            </w:r>
            <w:r w:rsidRPr="002E70B3">
              <w:rPr>
                <w:rFonts w:cs="Tahoma"/>
                <w:b/>
                <w:sz w:val="32"/>
                <w:szCs w:val="32"/>
                <w:lang w:val="en-US"/>
              </w:rPr>
              <w:t xml:space="preserve">          </w:t>
            </w:r>
          </w:p>
          <w:p w:rsidR="003F2645" w:rsidRDefault="003F2645" w:rsidP="006925F8">
            <w:pPr>
              <w:ind w:left="128" w:right="128"/>
              <w:jc w:val="center"/>
              <w:rPr>
                <w:rFonts w:ascii="Sofachrome" w:hAnsi="Sofachrome"/>
                <w:b/>
              </w:rPr>
            </w:pPr>
            <w:r w:rsidRPr="00681938">
              <w:rPr>
                <w:rFonts w:cs="Tahoma"/>
                <w:b/>
                <w:sz w:val="32"/>
                <w:szCs w:val="32"/>
              </w:rPr>
              <w:t>MOTOCLUB SCHIO</w:t>
            </w:r>
          </w:p>
          <w:p w:rsidR="003F2645" w:rsidRPr="00D9211C" w:rsidRDefault="003F2645" w:rsidP="006925F8">
            <w:pPr>
              <w:ind w:left="128" w:right="128"/>
              <w:rPr>
                <w:rFonts w:ascii="Sofachrome" w:hAnsi="Sofachrome"/>
                <w:b/>
                <w:sz w:val="4"/>
                <w:szCs w:val="4"/>
              </w:rPr>
            </w:pPr>
          </w:p>
          <w:p w:rsidR="003F2645" w:rsidRPr="001977B5" w:rsidRDefault="003F2645" w:rsidP="006925F8">
            <w:pPr>
              <w:ind w:left="128" w:right="128"/>
              <w:jc w:val="center"/>
              <w:rPr>
                <w:rFonts w:cs="Tahoma"/>
                <w:b/>
                <w:color w:val="FF0000"/>
                <w:sz w:val="44"/>
                <w:szCs w:val="44"/>
              </w:rPr>
            </w:pPr>
            <w:r w:rsidRPr="001977B5">
              <w:rPr>
                <w:rFonts w:cs="Tahoma"/>
                <w:b/>
                <w:color w:val="FF0000"/>
                <w:sz w:val="44"/>
                <w:szCs w:val="44"/>
              </w:rPr>
              <w:t>TESSERA SOCIO</w:t>
            </w:r>
          </w:p>
          <w:p w:rsidR="003F2645" w:rsidRPr="002E70B3" w:rsidRDefault="003F2645" w:rsidP="006925F8">
            <w:pPr>
              <w:ind w:left="128" w:right="128"/>
              <w:jc w:val="center"/>
              <w:rPr>
                <w:rFonts w:cs="Tahoma"/>
                <w:b/>
                <w:color w:val="0000FF"/>
                <w:sz w:val="40"/>
                <w:szCs w:val="40"/>
                <w:lang w:val="en-US"/>
              </w:rPr>
            </w:pPr>
            <w:r w:rsidRPr="002E70B3">
              <w:rPr>
                <w:rFonts w:cs="Tahoma"/>
                <w:b/>
                <w:color w:val="0000FF"/>
                <w:sz w:val="40"/>
                <w:szCs w:val="40"/>
                <w:lang w:val="en-US"/>
              </w:rPr>
              <w:t>${full_name7}</w:t>
            </w:r>
          </w:p>
          <w:p w:rsidR="003F2645" w:rsidRPr="002E70B3" w:rsidRDefault="003F2645" w:rsidP="006925F8">
            <w:pPr>
              <w:tabs>
                <w:tab w:val="right" w:pos="4800"/>
              </w:tabs>
              <w:ind w:left="128" w:right="128"/>
              <w:jc w:val="center"/>
              <w:rPr>
                <w:sz w:val="36"/>
                <w:szCs w:val="36"/>
                <w:lang w:val="en-US"/>
              </w:rPr>
            </w:pPr>
            <w:r w:rsidRPr="002E70B3">
              <w:rPr>
                <w:rFonts w:cs="Tahoma"/>
                <w:b/>
                <w:sz w:val="36"/>
                <w:szCs w:val="36"/>
                <w:lang w:val="en-US"/>
              </w:rPr>
              <w:t>Nr. ${nr7}</w:t>
            </w:r>
            <w:r w:rsidRPr="002E70B3">
              <w:rPr>
                <w:rFonts w:cs="Tahoma"/>
                <w:b/>
                <w:sz w:val="36"/>
                <w:szCs w:val="36"/>
                <w:lang w:val="en-US"/>
              </w:rPr>
              <w:tab/>
              <w:t>${year</w:t>
            </w:r>
            <w:r>
              <w:rPr>
                <w:rFonts w:cs="Tahoma"/>
                <w:b/>
                <w:sz w:val="36"/>
                <w:szCs w:val="36"/>
                <w:lang w:val="en-US"/>
              </w:rPr>
              <w:t>7</w:t>
            </w:r>
            <w:r w:rsidRPr="002E70B3">
              <w:rPr>
                <w:rFonts w:cs="Tahoma"/>
                <w:b/>
                <w:sz w:val="36"/>
                <w:szCs w:val="36"/>
                <w:lang w:val="en-US"/>
              </w:rPr>
              <w:t>}</w:t>
            </w:r>
          </w:p>
        </w:tc>
        <w:tc>
          <w:tcPr>
            <w:tcW w:w="284" w:type="dxa"/>
          </w:tcPr>
          <w:p w:rsidR="003F2645" w:rsidRPr="002E70B3" w:rsidRDefault="003F2645" w:rsidP="006925F8">
            <w:pPr>
              <w:ind w:left="128" w:right="128"/>
              <w:rPr>
                <w:lang w:val="en-US"/>
              </w:rPr>
            </w:pPr>
          </w:p>
        </w:tc>
        <w:tc>
          <w:tcPr>
            <w:tcW w:w="5103" w:type="dxa"/>
            <w:vAlign w:val="center"/>
          </w:tcPr>
          <w:p w:rsidR="003F2645" w:rsidRPr="002E70B3" w:rsidRDefault="003F2645" w:rsidP="006925F8">
            <w:pPr>
              <w:ind w:left="128" w:right="128"/>
              <w:jc w:val="center"/>
              <w:rPr>
                <w:rFonts w:cs="Tahoma"/>
                <w:b/>
                <w:sz w:val="32"/>
                <w:szCs w:val="32"/>
                <w:lang w:val="en-US"/>
              </w:rPr>
            </w:pPr>
            <w:r>
              <w:rPr>
                <w:noProof/>
                <w:lang w:eastAsia="zh-TW"/>
              </w:rPr>
              <w:pict>
                <v:shape id="_x0000_s1040" type="#_x0000_t75" style="position:absolute;left:0;text-align:left;margin-left:210pt;margin-top:8.65pt;width:39pt;height:39.75pt;z-index:251663360;mso-position-horizontal-relative:text;mso-position-vertical-relative:text">
                  <v:imagedata r:id="rId4" o:title=""/>
                </v:shape>
              </w:pict>
            </w:r>
            <w:r>
              <w:rPr>
                <w:noProof/>
                <w:lang w:eastAsia="zh-TW"/>
              </w:rPr>
              <w:pict>
                <v:shape id="_x0000_s1041" type="#_x0000_t75" style="position:absolute;left:0;text-align:left;margin-left:6pt;margin-top:8.65pt;width:37.5pt;height:29.25pt;z-index:251662336;mso-position-horizontal-relative:text;mso-position-vertical-relative:text">
                  <v:imagedata r:id="rId5" o:title=""/>
                </v:shape>
              </w:pict>
            </w:r>
            <w:r w:rsidRPr="002E70B3">
              <w:rPr>
                <w:rFonts w:cs="Tahoma"/>
                <w:b/>
                <w:sz w:val="32"/>
                <w:szCs w:val="32"/>
                <w:lang w:val="en-US"/>
              </w:rPr>
              <w:t xml:space="preserve">          </w:t>
            </w:r>
          </w:p>
          <w:p w:rsidR="003F2645" w:rsidRDefault="003F2645" w:rsidP="006925F8">
            <w:pPr>
              <w:ind w:left="128" w:right="128"/>
              <w:jc w:val="center"/>
              <w:rPr>
                <w:rFonts w:ascii="Sofachrome" w:hAnsi="Sofachrome"/>
                <w:b/>
              </w:rPr>
            </w:pPr>
            <w:r w:rsidRPr="00681938">
              <w:rPr>
                <w:rFonts w:cs="Tahoma"/>
                <w:b/>
                <w:sz w:val="32"/>
                <w:szCs w:val="32"/>
              </w:rPr>
              <w:t>MOTOCLUB SCHIO</w:t>
            </w:r>
          </w:p>
          <w:p w:rsidR="003F2645" w:rsidRPr="00D9211C" w:rsidRDefault="003F2645" w:rsidP="006925F8">
            <w:pPr>
              <w:ind w:left="128" w:right="128"/>
              <w:rPr>
                <w:rFonts w:ascii="Sofachrome" w:hAnsi="Sofachrome"/>
                <w:b/>
                <w:sz w:val="4"/>
                <w:szCs w:val="4"/>
              </w:rPr>
            </w:pPr>
          </w:p>
          <w:p w:rsidR="003F2645" w:rsidRPr="001977B5" w:rsidRDefault="003F2645" w:rsidP="006925F8">
            <w:pPr>
              <w:ind w:left="128" w:right="128"/>
              <w:jc w:val="center"/>
              <w:rPr>
                <w:rFonts w:cs="Tahoma"/>
                <w:b/>
                <w:color w:val="FF0000"/>
                <w:sz w:val="44"/>
                <w:szCs w:val="44"/>
              </w:rPr>
            </w:pPr>
            <w:r w:rsidRPr="001977B5">
              <w:rPr>
                <w:rFonts w:cs="Tahoma"/>
                <w:b/>
                <w:color w:val="FF0000"/>
                <w:sz w:val="44"/>
                <w:szCs w:val="44"/>
              </w:rPr>
              <w:t>TESSERA SOCIO</w:t>
            </w:r>
          </w:p>
          <w:p w:rsidR="003F2645" w:rsidRPr="00D9211C" w:rsidRDefault="003F2645" w:rsidP="006925F8">
            <w:pPr>
              <w:ind w:left="128" w:right="128"/>
              <w:jc w:val="center"/>
              <w:rPr>
                <w:rFonts w:cs="Tahoma"/>
                <w:b/>
                <w:color w:val="0000FF"/>
                <w:sz w:val="40"/>
                <w:szCs w:val="40"/>
              </w:rPr>
            </w:pPr>
            <w:r w:rsidRPr="00D9211C">
              <w:rPr>
                <w:rFonts w:cs="Tahoma"/>
                <w:b/>
                <w:color w:val="0000FF"/>
                <w:sz w:val="40"/>
                <w:szCs w:val="40"/>
              </w:rPr>
              <w:t>${full_name}</w:t>
            </w:r>
          </w:p>
          <w:p w:rsidR="003F2645" w:rsidRDefault="003F2645" w:rsidP="006925F8">
            <w:pPr>
              <w:tabs>
                <w:tab w:val="right" w:pos="4813"/>
              </w:tabs>
              <w:ind w:left="128" w:right="128"/>
            </w:pPr>
            <w:r>
              <w:rPr>
                <w:rFonts w:cs="Tahoma"/>
                <w:b/>
                <w:sz w:val="36"/>
                <w:szCs w:val="36"/>
              </w:rPr>
              <w:t>Nr. ${nr8}</w:t>
            </w:r>
            <w:r>
              <w:rPr>
                <w:rFonts w:cs="Tahoma"/>
                <w:b/>
                <w:sz w:val="36"/>
                <w:szCs w:val="36"/>
              </w:rPr>
              <w:tab/>
            </w:r>
            <w:r w:rsidRPr="00D9211C">
              <w:rPr>
                <w:rFonts w:cs="Tahoma"/>
                <w:b/>
                <w:sz w:val="36"/>
                <w:szCs w:val="36"/>
              </w:rPr>
              <w:t>${year</w:t>
            </w:r>
            <w:r>
              <w:rPr>
                <w:rFonts w:cs="Tahoma"/>
                <w:b/>
                <w:sz w:val="36"/>
                <w:szCs w:val="36"/>
              </w:rPr>
              <w:t>8</w:t>
            </w:r>
            <w:r w:rsidRPr="00D9211C">
              <w:rPr>
                <w:rFonts w:cs="Tahoma"/>
                <w:b/>
                <w:sz w:val="36"/>
                <w:szCs w:val="36"/>
              </w:rPr>
              <w:t>}</w:t>
            </w:r>
          </w:p>
        </w:tc>
      </w:tr>
      <w:tr w:rsidR="003F2645" w:rsidTr="006925F8">
        <w:trPr>
          <w:cantSplit/>
          <w:trHeight w:hRule="exact" w:val="2835"/>
        </w:trPr>
        <w:tc>
          <w:tcPr>
            <w:tcW w:w="5103" w:type="dxa"/>
          </w:tcPr>
          <w:p w:rsidR="003F2645" w:rsidRDefault="003F2645" w:rsidP="006925F8">
            <w:pPr>
              <w:ind w:left="128" w:right="128"/>
              <w:jc w:val="center"/>
              <w:rPr>
                <w:rFonts w:cs="Tahoma"/>
                <w:b/>
                <w:sz w:val="32"/>
                <w:szCs w:val="32"/>
              </w:rPr>
            </w:pPr>
            <w:r>
              <w:rPr>
                <w:noProof/>
                <w:lang w:eastAsia="zh-TW"/>
              </w:rPr>
              <w:pict>
                <v:shape id="_x0000_s1042" type="#_x0000_t75" style="position:absolute;left:0;text-align:left;margin-left:210pt;margin-top:8.65pt;width:39pt;height:39.75pt;z-index:251665408;mso-position-horizontal-relative:text;mso-position-vertical-relative:text">
                  <v:imagedata r:id="rId4" o:title=""/>
                </v:shape>
              </w:pict>
            </w:r>
            <w:r>
              <w:rPr>
                <w:noProof/>
                <w:lang w:eastAsia="zh-TW"/>
              </w:rPr>
              <w:pict>
                <v:shape id="_x0000_s1043" type="#_x0000_t75" style="position:absolute;left:0;text-align:left;margin-left:6pt;margin-top:8.65pt;width:37.5pt;height:29.25pt;z-index:251664384;mso-position-horizontal-relative:text;mso-position-vertical-relative:text">
                  <v:imagedata r:id="rId5" o:title=""/>
                </v:shape>
              </w:pict>
            </w:r>
            <w:r>
              <w:rPr>
                <w:rFonts w:cs="Tahoma"/>
                <w:b/>
                <w:sz w:val="32"/>
                <w:szCs w:val="32"/>
              </w:rPr>
              <w:t xml:space="preserve">          </w:t>
            </w:r>
          </w:p>
          <w:p w:rsidR="003F2645" w:rsidRDefault="003F2645" w:rsidP="006925F8">
            <w:pPr>
              <w:ind w:left="128" w:right="128"/>
              <w:jc w:val="center"/>
              <w:rPr>
                <w:rFonts w:ascii="Sofachrome" w:hAnsi="Sofachrome"/>
                <w:b/>
              </w:rPr>
            </w:pPr>
            <w:r w:rsidRPr="00681938">
              <w:rPr>
                <w:rFonts w:cs="Tahoma"/>
                <w:b/>
                <w:sz w:val="32"/>
                <w:szCs w:val="32"/>
              </w:rPr>
              <w:t>MOTOCLUB SCHIO</w:t>
            </w:r>
          </w:p>
          <w:p w:rsidR="003F2645" w:rsidRPr="00D9211C" w:rsidRDefault="003F2645" w:rsidP="006925F8">
            <w:pPr>
              <w:ind w:left="128" w:right="128"/>
              <w:rPr>
                <w:rFonts w:ascii="Sofachrome" w:hAnsi="Sofachrome"/>
                <w:b/>
                <w:sz w:val="4"/>
                <w:szCs w:val="4"/>
              </w:rPr>
            </w:pPr>
          </w:p>
          <w:p w:rsidR="003F2645" w:rsidRPr="001977B5" w:rsidRDefault="003F2645" w:rsidP="006925F8">
            <w:pPr>
              <w:ind w:left="128" w:right="128"/>
              <w:jc w:val="center"/>
              <w:rPr>
                <w:rFonts w:cs="Tahoma"/>
                <w:b/>
                <w:color w:val="FF0000"/>
                <w:sz w:val="44"/>
                <w:szCs w:val="44"/>
              </w:rPr>
            </w:pPr>
            <w:r w:rsidRPr="001977B5">
              <w:rPr>
                <w:rFonts w:cs="Tahoma"/>
                <w:b/>
                <w:color w:val="FF0000"/>
                <w:sz w:val="44"/>
                <w:szCs w:val="44"/>
              </w:rPr>
              <w:t>TESSERA SOCIO</w:t>
            </w:r>
          </w:p>
          <w:p w:rsidR="003F2645" w:rsidRPr="00D9211C" w:rsidRDefault="003F2645" w:rsidP="006925F8">
            <w:pPr>
              <w:ind w:left="128" w:right="128"/>
              <w:jc w:val="center"/>
              <w:rPr>
                <w:rFonts w:cs="Tahoma"/>
                <w:b/>
                <w:color w:val="0000FF"/>
                <w:sz w:val="40"/>
                <w:szCs w:val="40"/>
              </w:rPr>
            </w:pPr>
            <w:r w:rsidRPr="00D9211C">
              <w:rPr>
                <w:rFonts w:cs="Tahoma"/>
                <w:b/>
                <w:color w:val="0000FF"/>
                <w:sz w:val="40"/>
                <w:szCs w:val="40"/>
              </w:rPr>
              <w:t>${full_name}</w:t>
            </w:r>
          </w:p>
          <w:p w:rsidR="003F2645" w:rsidRPr="00D9211C" w:rsidRDefault="003F2645" w:rsidP="006925F8">
            <w:pPr>
              <w:tabs>
                <w:tab w:val="right" w:pos="4800"/>
              </w:tabs>
              <w:ind w:left="128" w:right="128"/>
              <w:jc w:val="center"/>
              <w:rPr>
                <w:sz w:val="36"/>
                <w:szCs w:val="36"/>
              </w:rPr>
            </w:pPr>
            <w:r>
              <w:rPr>
                <w:rFonts w:cs="Tahoma"/>
                <w:b/>
                <w:sz w:val="36"/>
                <w:szCs w:val="36"/>
              </w:rPr>
              <w:t>Nr. ${nr9}</w:t>
            </w:r>
            <w:r>
              <w:rPr>
                <w:rFonts w:cs="Tahoma"/>
                <w:b/>
                <w:sz w:val="36"/>
                <w:szCs w:val="36"/>
              </w:rPr>
              <w:tab/>
            </w:r>
            <w:r w:rsidRPr="00D9211C">
              <w:rPr>
                <w:rFonts w:cs="Tahoma"/>
                <w:b/>
                <w:sz w:val="36"/>
                <w:szCs w:val="36"/>
              </w:rPr>
              <w:t>${year</w:t>
            </w:r>
            <w:r>
              <w:rPr>
                <w:rFonts w:cs="Tahoma"/>
                <w:b/>
                <w:sz w:val="36"/>
                <w:szCs w:val="36"/>
              </w:rPr>
              <w:t>9</w:t>
            </w:r>
            <w:r w:rsidRPr="00D9211C">
              <w:rPr>
                <w:rFonts w:cs="Tahoma"/>
                <w:b/>
                <w:sz w:val="36"/>
                <w:szCs w:val="36"/>
              </w:rPr>
              <w:t>}</w:t>
            </w:r>
          </w:p>
        </w:tc>
        <w:tc>
          <w:tcPr>
            <w:tcW w:w="284" w:type="dxa"/>
          </w:tcPr>
          <w:p w:rsidR="003F2645" w:rsidRDefault="003F2645" w:rsidP="006925F8">
            <w:pPr>
              <w:ind w:left="128" w:right="128"/>
            </w:pPr>
          </w:p>
        </w:tc>
        <w:tc>
          <w:tcPr>
            <w:tcW w:w="5103" w:type="dxa"/>
            <w:vAlign w:val="center"/>
          </w:tcPr>
          <w:p w:rsidR="003F2645" w:rsidRDefault="003F2645" w:rsidP="006925F8">
            <w:pPr>
              <w:ind w:left="128" w:right="128"/>
              <w:jc w:val="center"/>
              <w:rPr>
                <w:rFonts w:cs="Tahoma"/>
                <w:b/>
                <w:sz w:val="32"/>
                <w:szCs w:val="32"/>
              </w:rPr>
            </w:pPr>
            <w:r>
              <w:rPr>
                <w:noProof/>
                <w:lang w:eastAsia="zh-TW"/>
              </w:rPr>
              <w:pict>
                <v:shape id="_x0000_s1044" type="#_x0000_t75" style="position:absolute;left:0;text-align:left;margin-left:210pt;margin-top:8.65pt;width:39pt;height:39.75pt;z-index:251667456;mso-position-horizontal-relative:text;mso-position-vertical-relative:text">
                  <v:imagedata r:id="rId4" o:title=""/>
                </v:shape>
              </w:pict>
            </w:r>
            <w:r>
              <w:rPr>
                <w:noProof/>
                <w:lang w:eastAsia="zh-TW"/>
              </w:rPr>
              <w:pict>
                <v:shape id="_x0000_s1045" type="#_x0000_t75" style="position:absolute;left:0;text-align:left;margin-left:6pt;margin-top:8.65pt;width:37.5pt;height:29.25pt;z-index:251666432;mso-position-horizontal-relative:text;mso-position-vertical-relative:text">
                  <v:imagedata r:id="rId5" o:title=""/>
                </v:shape>
              </w:pict>
            </w:r>
            <w:r>
              <w:rPr>
                <w:rFonts w:cs="Tahoma"/>
                <w:b/>
                <w:sz w:val="32"/>
                <w:szCs w:val="32"/>
              </w:rPr>
              <w:t xml:space="preserve">          </w:t>
            </w:r>
          </w:p>
          <w:p w:rsidR="003F2645" w:rsidRDefault="003F2645" w:rsidP="006925F8">
            <w:pPr>
              <w:ind w:left="128" w:right="128"/>
              <w:jc w:val="center"/>
              <w:rPr>
                <w:rFonts w:ascii="Sofachrome" w:hAnsi="Sofachrome"/>
                <w:b/>
              </w:rPr>
            </w:pPr>
            <w:r w:rsidRPr="00681938">
              <w:rPr>
                <w:rFonts w:cs="Tahoma"/>
                <w:b/>
                <w:sz w:val="32"/>
                <w:szCs w:val="32"/>
              </w:rPr>
              <w:t>MOTOCLUB SCHIO</w:t>
            </w:r>
          </w:p>
          <w:p w:rsidR="003F2645" w:rsidRPr="00D9211C" w:rsidRDefault="003F2645" w:rsidP="006925F8">
            <w:pPr>
              <w:ind w:left="128" w:right="128"/>
              <w:rPr>
                <w:rFonts w:ascii="Sofachrome" w:hAnsi="Sofachrome"/>
                <w:b/>
                <w:sz w:val="4"/>
                <w:szCs w:val="4"/>
              </w:rPr>
            </w:pPr>
          </w:p>
          <w:p w:rsidR="003F2645" w:rsidRPr="001977B5" w:rsidRDefault="003F2645" w:rsidP="006925F8">
            <w:pPr>
              <w:ind w:left="128" w:right="128"/>
              <w:jc w:val="center"/>
              <w:rPr>
                <w:rFonts w:cs="Tahoma"/>
                <w:b/>
                <w:color w:val="FF0000"/>
                <w:sz w:val="44"/>
                <w:szCs w:val="44"/>
              </w:rPr>
            </w:pPr>
            <w:r w:rsidRPr="001977B5">
              <w:rPr>
                <w:rFonts w:cs="Tahoma"/>
                <w:b/>
                <w:color w:val="FF0000"/>
                <w:sz w:val="44"/>
                <w:szCs w:val="44"/>
              </w:rPr>
              <w:t>TESSERA SOCIO</w:t>
            </w:r>
          </w:p>
          <w:p w:rsidR="003F2645" w:rsidRPr="00D9211C" w:rsidRDefault="003F2645" w:rsidP="006925F8">
            <w:pPr>
              <w:ind w:left="128" w:right="128"/>
              <w:jc w:val="center"/>
              <w:rPr>
                <w:rFonts w:cs="Tahoma"/>
                <w:b/>
                <w:color w:val="0000FF"/>
                <w:sz w:val="40"/>
                <w:szCs w:val="40"/>
              </w:rPr>
            </w:pPr>
            <w:r w:rsidRPr="00D9211C">
              <w:rPr>
                <w:rFonts w:cs="Tahoma"/>
                <w:b/>
                <w:color w:val="0000FF"/>
                <w:sz w:val="40"/>
                <w:szCs w:val="40"/>
              </w:rPr>
              <w:t>${full_name}</w:t>
            </w:r>
          </w:p>
          <w:p w:rsidR="003F2645" w:rsidRDefault="003F2645" w:rsidP="006925F8">
            <w:pPr>
              <w:tabs>
                <w:tab w:val="right" w:pos="4813"/>
              </w:tabs>
              <w:ind w:left="128" w:right="128"/>
            </w:pPr>
            <w:r>
              <w:rPr>
                <w:rFonts w:cs="Tahoma"/>
                <w:b/>
                <w:sz w:val="36"/>
                <w:szCs w:val="36"/>
              </w:rPr>
              <w:t>Nr. ${nr10}</w:t>
            </w:r>
            <w:r>
              <w:rPr>
                <w:rFonts w:cs="Tahoma"/>
                <w:b/>
                <w:sz w:val="36"/>
                <w:szCs w:val="36"/>
              </w:rPr>
              <w:tab/>
            </w:r>
            <w:r w:rsidRPr="00D9211C">
              <w:rPr>
                <w:rFonts w:cs="Tahoma"/>
                <w:b/>
                <w:sz w:val="36"/>
                <w:szCs w:val="36"/>
              </w:rPr>
              <w:t>${year</w:t>
            </w:r>
            <w:r>
              <w:rPr>
                <w:rFonts w:cs="Tahoma"/>
                <w:b/>
                <w:sz w:val="36"/>
                <w:szCs w:val="36"/>
              </w:rPr>
              <w:t>10</w:t>
            </w:r>
            <w:r w:rsidRPr="00D9211C">
              <w:rPr>
                <w:rFonts w:cs="Tahoma"/>
                <w:b/>
                <w:sz w:val="36"/>
                <w:szCs w:val="36"/>
              </w:rPr>
              <w:t>}</w:t>
            </w:r>
          </w:p>
        </w:tc>
      </w:tr>
    </w:tbl>
    <w:p w:rsidR="003F2645" w:rsidRPr="005236AA" w:rsidRDefault="003F2645">
      <w:pPr>
        <w:rPr>
          <w:vanish/>
        </w:rPr>
      </w:pPr>
    </w:p>
    <w:sectPr w:rsidR="003F2645" w:rsidRPr="005236AA" w:rsidSect="005236AA">
      <w:type w:val="continuous"/>
      <w:pgSz w:w="11906" w:h="16838"/>
      <w:pgMar w:top="1332" w:right="284" w:bottom="170" w:left="567" w:header="720" w:footer="720" w:gutter="0"/>
      <w:paperSrc w:first="7" w:other="7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fachrom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36AA"/>
    <w:rsid w:val="000046D5"/>
    <w:rsid w:val="00004922"/>
    <w:rsid w:val="00005C89"/>
    <w:rsid w:val="00015AED"/>
    <w:rsid w:val="00022D09"/>
    <w:rsid w:val="00033B76"/>
    <w:rsid w:val="00061B53"/>
    <w:rsid w:val="00063A82"/>
    <w:rsid w:val="00064014"/>
    <w:rsid w:val="0007563E"/>
    <w:rsid w:val="00075697"/>
    <w:rsid w:val="000813CC"/>
    <w:rsid w:val="000861EA"/>
    <w:rsid w:val="00093DAC"/>
    <w:rsid w:val="000A1BD6"/>
    <w:rsid w:val="000B4342"/>
    <w:rsid w:val="000C6FEF"/>
    <w:rsid w:val="000D02C9"/>
    <w:rsid w:val="000D1982"/>
    <w:rsid w:val="000D37C7"/>
    <w:rsid w:val="000D3C14"/>
    <w:rsid w:val="000D48FB"/>
    <w:rsid w:val="000D6E34"/>
    <w:rsid w:val="000D79C7"/>
    <w:rsid w:val="000E66CF"/>
    <w:rsid w:val="000F1CDF"/>
    <w:rsid w:val="000F1F9F"/>
    <w:rsid w:val="001008E1"/>
    <w:rsid w:val="00100F80"/>
    <w:rsid w:val="00100F96"/>
    <w:rsid w:val="00101B3F"/>
    <w:rsid w:val="00110AE4"/>
    <w:rsid w:val="00114EC1"/>
    <w:rsid w:val="001224BC"/>
    <w:rsid w:val="00134568"/>
    <w:rsid w:val="00145D68"/>
    <w:rsid w:val="00153B60"/>
    <w:rsid w:val="00174417"/>
    <w:rsid w:val="00175DB2"/>
    <w:rsid w:val="001779CB"/>
    <w:rsid w:val="00186E89"/>
    <w:rsid w:val="00196B4B"/>
    <w:rsid w:val="001977B5"/>
    <w:rsid w:val="001A012F"/>
    <w:rsid w:val="001A24D8"/>
    <w:rsid w:val="001B7C6A"/>
    <w:rsid w:val="001C4F73"/>
    <w:rsid w:val="001D081F"/>
    <w:rsid w:val="001E4685"/>
    <w:rsid w:val="001F15F8"/>
    <w:rsid w:val="0022640D"/>
    <w:rsid w:val="002307F7"/>
    <w:rsid w:val="00232AA2"/>
    <w:rsid w:val="00245AAC"/>
    <w:rsid w:val="00247B35"/>
    <w:rsid w:val="00252008"/>
    <w:rsid w:val="00253D67"/>
    <w:rsid w:val="00256F3F"/>
    <w:rsid w:val="00263CEC"/>
    <w:rsid w:val="00263EA0"/>
    <w:rsid w:val="00265687"/>
    <w:rsid w:val="00272E93"/>
    <w:rsid w:val="002732F0"/>
    <w:rsid w:val="00273776"/>
    <w:rsid w:val="00274319"/>
    <w:rsid w:val="0027462E"/>
    <w:rsid w:val="002751E5"/>
    <w:rsid w:val="0027645E"/>
    <w:rsid w:val="002853C7"/>
    <w:rsid w:val="00286BFD"/>
    <w:rsid w:val="002A3141"/>
    <w:rsid w:val="002B4DC2"/>
    <w:rsid w:val="002C19FE"/>
    <w:rsid w:val="002C34E8"/>
    <w:rsid w:val="002D241E"/>
    <w:rsid w:val="002E168A"/>
    <w:rsid w:val="002E70B3"/>
    <w:rsid w:val="002F1CD3"/>
    <w:rsid w:val="002F373B"/>
    <w:rsid w:val="00300D0B"/>
    <w:rsid w:val="00302CEC"/>
    <w:rsid w:val="0031253C"/>
    <w:rsid w:val="00320FDB"/>
    <w:rsid w:val="00331352"/>
    <w:rsid w:val="00333EC8"/>
    <w:rsid w:val="003341B8"/>
    <w:rsid w:val="003359FC"/>
    <w:rsid w:val="00336D95"/>
    <w:rsid w:val="00337472"/>
    <w:rsid w:val="00342408"/>
    <w:rsid w:val="003435EF"/>
    <w:rsid w:val="003473C2"/>
    <w:rsid w:val="00352EC1"/>
    <w:rsid w:val="00363F0B"/>
    <w:rsid w:val="00373969"/>
    <w:rsid w:val="00376665"/>
    <w:rsid w:val="00380D88"/>
    <w:rsid w:val="00384C93"/>
    <w:rsid w:val="003865D2"/>
    <w:rsid w:val="0039221B"/>
    <w:rsid w:val="003A151B"/>
    <w:rsid w:val="003B1464"/>
    <w:rsid w:val="003C1047"/>
    <w:rsid w:val="003C67B4"/>
    <w:rsid w:val="003D5BAC"/>
    <w:rsid w:val="003F1ABF"/>
    <w:rsid w:val="003F2645"/>
    <w:rsid w:val="003F6FA2"/>
    <w:rsid w:val="00404414"/>
    <w:rsid w:val="00407153"/>
    <w:rsid w:val="004079FD"/>
    <w:rsid w:val="00410D77"/>
    <w:rsid w:val="0041358B"/>
    <w:rsid w:val="004204F5"/>
    <w:rsid w:val="00424D33"/>
    <w:rsid w:val="0043142A"/>
    <w:rsid w:val="00432AAB"/>
    <w:rsid w:val="00442C44"/>
    <w:rsid w:val="00444AF2"/>
    <w:rsid w:val="00457FAE"/>
    <w:rsid w:val="00475C21"/>
    <w:rsid w:val="00483445"/>
    <w:rsid w:val="0049209E"/>
    <w:rsid w:val="00493E71"/>
    <w:rsid w:val="00496CAB"/>
    <w:rsid w:val="004A0E06"/>
    <w:rsid w:val="004B161E"/>
    <w:rsid w:val="004B58F2"/>
    <w:rsid w:val="004C0BB8"/>
    <w:rsid w:val="004C486F"/>
    <w:rsid w:val="004C685A"/>
    <w:rsid w:val="004D4435"/>
    <w:rsid w:val="004E0E07"/>
    <w:rsid w:val="004E1399"/>
    <w:rsid w:val="004E3522"/>
    <w:rsid w:val="004E6316"/>
    <w:rsid w:val="00501DBA"/>
    <w:rsid w:val="00501FF2"/>
    <w:rsid w:val="005039BE"/>
    <w:rsid w:val="0051280D"/>
    <w:rsid w:val="00512BD8"/>
    <w:rsid w:val="00513C57"/>
    <w:rsid w:val="005236AA"/>
    <w:rsid w:val="00527FAD"/>
    <w:rsid w:val="0053625C"/>
    <w:rsid w:val="00544419"/>
    <w:rsid w:val="00546E16"/>
    <w:rsid w:val="00560800"/>
    <w:rsid w:val="005645AB"/>
    <w:rsid w:val="005769E0"/>
    <w:rsid w:val="005852F6"/>
    <w:rsid w:val="005A39D9"/>
    <w:rsid w:val="005B30A1"/>
    <w:rsid w:val="005B5E8C"/>
    <w:rsid w:val="005B62C9"/>
    <w:rsid w:val="005C00C2"/>
    <w:rsid w:val="005C60C4"/>
    <w:rsid w:val="005D0A29"/>
    <w:rsid w:val="005D5657"/>
    <w:rsid w:val="005D5CD5"/>
    <w:rsid w:val="005D697A"/>
    <w:rsid w:val="005F3851"/>
    <w:rsid w:val="00604DF2"/>
    <w:rsid w:val="00617C72"/>
    <w:rsid w:val="00620BE8"/>
    <w:rsid w:val="00626056"/>
    <w:rsid w:val="006265D4"/>
    <w:rsid w:val="00626D2D"/>
    <w:rsid w:val="0063097B"/>
    <w:rsid w:val="00631948"/>
    <w:rsid w:val="006614FD"/>
    <w:rsid w:val="00676A4A"/>
    <w:rsid w:val="00681938"/>
    <w:rsid w:val="0068498C"/>
    <w:rsid w:val="006900C6"/>
    <w:rsid w:val="006925F8"/>
    <w:rsid w:val="0069324F"/>
    <w:rsid w:val="006A419F"/>
    <w:rsid w:val="006A45CD"/>
    <w:rsid w:val="006B15DF"/>
    <w:rsid w:val="006B2D75"/>
    <w:rsid w:val="006B7BC4"/>
    <w:rsid w:val="006C7175"/>
    <w:rsid w:val="006D320E"/>
    <w:rsid w:val="006E3EF4"/>
    <w:rsid w:val="006F2FCF"/>
    <w:rsid w:val="006F4D95"/>
    <w:rsid w:val="00702FB1"/>
    <w:rsid w:val="00710F5E"/>
    <w:rsid w:val="00723B4A"/>
    <w:rsid w:val="00726DA2"/>
    <w:rsid w:val="00741894"/>
    <w:rsid w:val="00741AFB"/>
    <w:rsid w:val="007434AF"/>
    <w:rsid w:val="00746924"/>
    <w:rsid w:val="00752D45"/>
    <w:rsid w:val="00764976"/>
    <w:rsid w:val="00765C77"/>
    <w:rsid w:val="00776C2C"/>
    <w:rsid w:val="00781F86"/>
    <w:rsid w:val="00781FCE"/>
    <w:rsid w:val="00787F78"/>
    <w:rsid w:val="007A5DCF"/>
    <w:rsid w:val="007A7CD8"/>
    <w:rsid w:val="007B2156"/>
    <w:rsid w:val="007B57C6"/>
    <w:rsid w:val="007B73AE"/>
    <w:rsid w:val="007C0E9F"/>
    <w:rsid w:val="007C2C57"/>
    <w:rsid w:val="007C3BDC"/>
    <w:rsid w:val="007D7E6A"/>
    <w:rsid w:val="007E2B69"/>
    <w:rsid w:val="007E4994"/>
    <w:rsid w:val="007E7BB0"/>
    <w:rsid w:val="007F1D97"/>
    <w:rsid w:val="007F41B0"/>
    <w:rsid w:val="0081267A"/>
    <w:rsid w:val="00815895"/>
    <w:rsid w:val="00817B9A"/>
    <w:rsid w:val="008215A5"/>
    <w:rsid w:val="008405D5"/>
    <w:rsid w:val="0084373F"/>
    <w:rsid w:val="00863057"/>
    <w:rsid w:val="0086451D"/>
    <w:rsid w:val="008756E4"/>
    <w:rsid w:val="008818D9"/>
    <w:rsid w:val="00885E0B"/>
    <w:rsid w:val="00896E74"/>
    <w:rsid w:val="008A20C8"/>
    <w:rsid w:val="008C5632"/>
    <w:rsid w:val="008C6F25"/>
    <w:rsid w:val="008D39DB"/>
    <w:rsid w:val="008D6775"/>
    <w:rsid w:val="008E364C"/>
    <w:rsid w:val="008E4E0E"/>
    <w:rsid w:val="008F0068"/>
    <w:rsid w:val="008F0DA7"/>
    <w:rsid w:val="008F33AC"/>
    <w:rsid w:val="008F49C6"/>
    <w:rsid w:val="008F6347"/>
    <w:rsid w:val="00904455"/>
    <w:rsid w:val="0091086A"/>
    <w:rsid w:val="00970722"/>
    <w:rsid w:val="00972ADE"/>
    <w:rsid w:val="0098473F"/>
    <w:rsid w:val="00984BBE"/>
    <w:rsid w:val="0098578F"/>
    <w:rsid w:val="00985A2D"/>
    <w:rsid w:val="00991208"/>
    <w:rsid w:val="00992BA5"/>
    <w:rsid w:val="009A0583"/>
    <w:rsid w:val="009A1BE6"/>
    <w:rsid w:val="009A1C2D"/>
    <w:rsid w:val="009A2B9C"/>
    <w:rsid w:val="009B18DF"/>
    <w:rsid w:val="009D05D5"/>
    <w:rsid w:val="009D537E"/>
    <w:rsid w:val="009D79D0"/>
    <w:rsid w:val="009D7A1B"/>
    <w:rsid w:val="009E20A9"/>
    <w:rsid w:val="009F3A71"/>
    <w:rsid w:val="009F4516"/>
    <w:rsid w:val="00A01396"/>
    <w:rsid w:val="00A0386B"/>
    <w:rsid w:val="00A03EB9"/>
    <w:rsid w:val="00A06A7A"/>
    <w:rsid w:val="00A11B5A"/>
    <w:rsid w:val="00A22B6D"/>
    <w:rsid w:val="00A26667"/>
    <w:rsid w:val="00A3346F"/>
    <w:rsid w:val="00A4275E"/>
    <w:rsid w:val="00A45D1E"/>
    <w:rsid w:val="00A467BD"/>
    <w:rsid w:val="00A619AB"/>
    <w:rsid w:val="00A61BCA"/>
    <w:rsid w:val="00A61E3F"/>
    <w:rsid w:val="00A6398B"/>
    <w:rsid w:val="00A6448B"/>
    <w:rsid w:val="00A66553"/>
    <w:rsid w:val="00A71AF2"/>
    <w:rsid w:val="00A83A44"/>
    <w:rsid w:val="00A94171"/>
    <w:rsid w:val="00A94B93"/>
    <w:rsid w:val="00AA0B08"/>
    <w:rsid w:val="00AA2348"/>
    <w:rsid w:val="00AA3F57"/>
    <w:rsid w:val="00AA6A75"/>
    <w:rsid w:val="00AA6BA2"/>
    <w:rsid w:val="00AB7463"/>
    <w:rsid w:val="00AC0E17"/>
    <w:rsid w:val="00AC27C2"/>
    <w:rsid w:val="00AC2BF4"/>
    <w:rsid w:val="00AE144C"/>
    <w:rsid w:val="00AF56FC"/>
    <w:rsid w:val="00B0560A"/>
    <w:rsid w:val="00B05905"/>
    <w:rsid w:val="00B05D71"/>
    <w:rsid w:val="00B06353"/>
    <w:rsid w:val="00B47C8B"/>
    <w:rsid w:val="00B56DAD"/>
    <w:rsid w:val="00B62CBF"/>
    <w:rsid w:val="00B65995"/>
    <w:rsid w:val="00B66F81"/>
    <w:rsid w:val="00B728B2"/>
    <w:rsid w:val="00B72E60"/>
    <w:rsid w:val="00B84354"/>
    <w:rsid w:val="00B85CC6"/>
    <w:rsid w:val="00B90FEF"/>
    <w:rsid w:val="00B94A41"/>
    <w:rsid w:val="00BA0AF8"/>
    <w:rsid w:val="00BA31EF"/>
    <w:rsid w:val="00BA615B"/>
    <w:rsid w:val="00BB6226"/>
    <w:rsid w:val="00BC7047"/>
    <w:rsid w:val="00BC7783"/>
    <w:rsid w:val="00BD4C13"/>
    <w:rsid w:val="00BE3315"/>
    <w:rsid w:val="00BE5C96"/>
    <w:rsid w:val="00BE7CDD"/>
    <w:rsid w:val="00BF623F"/>
    <w:rsid w:val="00C02259"/>
    <w:rsid w:val="00C10162"/>
    <w:rsid w:val="00C21D49"/>
    <w:rsid w:val="00C22010"/>
    <w:rsid w:val="00C260EF"/>
    <w:rsid w:val="00C26662"/>
    <w:rsid w:val="00C2698C"/>
    <w:rsid w:val="00C3417A"/>
    <w:rsid w:val="00C37227"/>
    <w:rsid w:val="00C40553"/>
    <w:rsid w:val="00C452CE"/>
    <w:rsid w:val="00C65375"/>
    <w:rsid w:val="00C65A0F"/>
    <w:rsid w:val="00C70975"/>
    <w:rsid w:val="00C75B39"/>
    <w:rsid w:val="00C919B4"/>
    <w:rsid w:val="00CC3770"/>
    <w:rsid w:val="00CC46C7"/>
    <w:rsid w:val="00CC5EA3"/>
    <w:rsid w:val="00CD4A57"/>
    <w:rsid w:val="00CD4BB0"/>
    <w:rsid w:val="00CE2088"/>
    <w:rsid w:val="00CE31D3"/>
    <w:rsid w:val="00D16269"/>
    <w:rsid w:val="00D17240"/>
    <w:rsid w:val="00D21459"/>
    <w:rsid w:val="00D257B7"/>
    <w:rsid w:val="00D44136"/>
    <w:rsid w:val="00D47B6A"/>
    <w:rsid w:val="00D527EA"/>
    <w:rsid w:val="00D5385A"/>
    <w:rsid w:val="00D676BD"/>
    <w:rsid w:val="00D70699"/>
    <w:rsid w:val="00D74829"/>
    <w:rsid w:val="00D76F16"/>
    <w:rsid w:val="00D9211C"/>
    <w:rsid w:val="00D93BC1"/>
    <w:rsid w:val="00D93EE8"/>
    <w:rsid w:val="00D96624"/>
    <w:rsid w:val="00DA2C03"/>
    <w:rsid w:val="00DB38D4"/>
    <w:rsid w:val="00DB5EFA"/>
    <w:rsid w:val="00DB6362"/>
    <w:rsid w:val="00DC4B76"/>
    <w:rsid w:val="00DC7956"/>
    <w:rsid w:val="00DF2D25"/>
    <w:rsid w:val="00DF720F"/>
    <w:rsid w:val="00DF7956"/>
    <w:rsid w:val="00E42401"/>
    <w:rsid w:val="00E44319"/>
    <w:rsid w:val="00E5381D"/>
    <w:rsid w:val="00E54169"/>
    <w:rsid w:val="00E61A6A"/>
    <w:rsid w:val="00E71F03"/>
    <w:rsid w:val="00E75A1B"/>
    <w:rsid w:val="00E803AD"/>
    <w:rsid w:val="00E818CF"/>
    <w:rsid w:val="00E86820"/>
    <w:rsid w:val="00E958E3"/>
    <w:rsid w:val="00E95FA8"/>
    <w:rsid w:val="00EA0CE3"/>
    <w:rsid w:val="00EA25BD"/>
    <w:rsid w:val="00EA3282"/>
    <w:rsid w:val="00EB4418"/>
    <w:rsid w:val="00EB4CCE"/>
    <w:rsid w:val="00EB5C2C"/>
    <w:rsid w:val="00EB5FA6"/>
    <w:rsid w:val="00EC0DDF"/>
    <w:rsid w:val="00EC68D2"/>
    <w:rsid w:val="00ED1373"/>
    <w:rsid w:val="00ED290C"/>
    <w:rsid w:val="00EE60E1"/>
    <w:rsid w:val="00EF7F27"/>
    <w:rsid w:val="00F0266C"/>
    <w:rsid w:val="00F07246"/>
    <w:rsid w:val="00F16A05"/>
    <w:rsid w:val="00F22BC9"/>
    <w:rsid w:val="00F359DE"/>
    <w:rsid w:val="00F449EA"/>
    <w:rsid w:val="00F5307A"/>
    <w:rsid w:val="00F53C29"/>
    <w:rsid w:val="00F66B28"/>
    <w:rsid w:val="00F84CB6"/>
    <w:rsid w:val="00F9329D"/>
    <w:rsid w:val="00F974BE"/>
    <w:rsid w:val="00FA3DEB"/>
    <w:rsid w:val="00FB67AA"/>
    <w:rsid w:val="00FC1B02"/>
    <w:rsid w:val="00FC7DB3"/>
    <w:rsid w:val="00FD0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80D"/>
    <w:rPr>
      <w:rFonts w:ascii="Tahoma" w:hAnsi="Tahoma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116</Words>
  <Characters>664</Characters>
  <Application>Microsoft Office Outlook</Application>
  <DocSecurity>0</DocSecurity>
  <Lines>0</Lines>
  <Paragraphs>0</Paragraphs>
  <ScaleCrop>false</ScaleCrop>
  <Company>CG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</dc:creator>
  <cp:keywords/>
  <dc:description/>
  <cp:lastModifiedBy>CG</cp:lastModifiedBy>
  <cp:revision>5</cp:revision>
  <dcterms:created xsi:type="dcterms:W3CDTF">2014-02-12T11:14:00Z</dcterms:created>
  <dcterms:modified xsi:type="dcterms:W3CDTF">2014-02-13T09:08:00Z</dcterms:modified>
</cp:coreProperties>
</file>